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614" w:rsidRDefault="00973614" w:rsidP="002F4494">
      <w:pPr>
        <w:jc w:val="center"/>
        <w:rPr>
          <w:rFonts w:ascii="Times New Roman" w:hAnsi="Times New Roman"/>
          <w:b/>
          <w:sz w:val="28"/>
          <w:szCs w:val="28"/>
        </w:rPr>
      </w:pPr>
      <w:r w:rsidRPr="0078643A">
        <w:rPr>
          <w:rFonts w:ascii="Times New Roman" w:hAnsi="Times New Roman"/>
          <w:b/>
          <w:sz w:val="28"/>
          <w:szCs w:val="28"/>
        </w:rPr>
        <w:t>Оқушының маршруттық парағы</w:t>
      </w:r>
    </w:p>
    <w:p w:rsidR="00973614" w:rsidRPr="0068290E" w:rsidRDefault="00973614" w:rsidP="002F4494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Маршрутный лист учащегося</w:t>
      </w:r>
    </w:p>
    <w:tbl>
      <w:tblPr>
        <w:tblW w:w="10490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19"/>
        <w:gridCol w:w="7371"/>
      </w:tblGrid>
      <w:tr w:rsidR="00973614" w:rsidRPr="007E2773" w:rsidTr="0040237B">
        <w:tc>
          <w:tcPr>
            <w:tcW w:w="3119" w:type="dxa"/>
          </w:tcPr>
          <w:p w:rsidR="00973614" w:rsidRPr="007E2773" w:rsidRDefault="00973614" w:rsidP="007E27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7E277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Пән атауы</w:t>
            </w:r>
          </w:p>
          <w:p w:rsidR="00973614" w:rsidRPr="007E2773" w:rsidRDefault="00973614" w:rsidP="007E27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7E277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Предмет </w:t>
            </w:r>
          </w:p>
        </w:tc>
        <w:tc>
          <w:tcPr>
            <w:tcW w:w="7371" w:type="dxa"/>
          </w:tcPr>
          <w:p w:rsidR="00973614" w:rsidRPr="007E2773" w:rsidRDefault="00973614" w:rsidP="0040237B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E2773">
              <w:rPr>
                <w:rFonts w:ascii="Times New Roman" w:hAnsi="Times New Roman"/>
                <w:sz w:val="24"/>
                <w:szCs w:val="24"/>
                <w:lang w:val="kk-KZ"/>
              </w:rPr>
              <w:t>Қазақ тілі мен әдебиеті</w:t>
            </w:r>
          </w:p>
        </w:tc>
      </w:tr>
      <w:tr w:rsidR="00973614" w:rsidRPr="007E2773" w:rsidTr="0040237B">
        <w:tc>
          <w:tcPr>
            <w:tcW w:w="3119" w:type="dxa"/>
          </w:tcPr>
          <w:p w:rsidR="00973614" w:rsidRPr="007E2773" w:rsidRDefault="00973614" w:rsidP="007E27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7E277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Мұғалімнің А.Т.Ж.</w:t>
            </w:r>
          </w:p>
          <w:p w:rsidR="00973614" w:rsidRPr="007E2773" w:rsidRDefault="00973614" w:rsidP="007E27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7E277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Ф.И.О. учителя</w:t>
            </w:r>
          </w:p>
        </w:tc>
        <w:tc>
          <w:tcPr>
            <w:tcW w:w="7371" w:type="dxa"/>
          </w:tcPr>
          <w:p w:rsidR="00973614" w:rsidRPr="007E2773" w:rsidRDefault="00973614" w:rsidP="0040237B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Танабаева А.А </w:t>
            </w:r>
          </w:p>
        </w:tc>
      </w:tr>
      <w:tr w:rsidR="00973614" w:rsidRPr="007E2773" w:rsidTr="0040237B">
        <w:tc>
          <w:tcPr>
            <w:tcW w:w="3119" w:type="dxa"/>
          </w:tcPr>
          <w:p w:rsidR="00973614" w:rsidRPr="007E2773" w:rsidRDefault="00973614" w:rsidP="007E27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7E277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Оқулық</w:t>
            </w:r>
          </w:p>
          <w:p w:rsidR="00973614" w:rsidRPr="007E2773" w:rsidRDefault="00973614" w:rsidP="007E27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7E277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Учебник  </w:t>
            </w:r>
          </w:p>
        </w:tc>
        <w:tc>
          <w:tcPr>
            <w:tcW w:w="7371" w:type="dxa"/>
          </w:tcPr>
          <w:p w:rsidR="00973614" w:rsidRPr="007E2773" w:rsidRDefault="00973614" w:rsidP="007E27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E2773">
              <w:rPr>
                <w:rFonts w:ascii="Times New Roman" w:hAnsi="Times New Roman"/>
                <w:sz w:val="24"/>
                <w:szCs w:val="24"/>
                <w:lang w:val="kk-KZ"/>
              </w:rPr>
              <w:t>Қазақ тілі мен әдебиеті. Оқулық авторлары: Ф.Ш. Оразбаева, А.Қ. Рауандина, Р.С. Рахметова, Қ.С. Жайлаубаева.</w:t>
            </w:r>
          </w:p>
          <w:p w:rsidR="00973614" w:rsidRPr="007E2773" w:rsidRDefault="00973614" w:rsidP="007E27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E2773">
              <w:rPr>
                <w:rFonts w:ascii="Times New Roman" w:hAnsi="Times New Roman"/>
                <w:sz w:val="24"/>
                <w:szCs w:val="24"/>
                <w:lang w:val="kk-KZ"/>
              </w:rPr>
              <w:t>Баспа: Көкжиек-Горизонт; 2019</w:t>
            </w:r>
          </w:p>
        </w:tc>
      </w:tr>
      <w:tr w:rsidR="00973614" w:rsidRPr="007E2773" w:rsidTr="007E2773">
        <w:trPr>
          <w:trHeight w:val="573"/>
        </w:trPr>
        <w:tc>
          <w:tcPr>
            <w:tcW w:w="3119" w:type="dxa"/>
          </w:tcPr>
          <w:p w:rsidR="00973614" w:rsidRPr="007E2773" w:rsidRDefault="00973614" w:rsidP="007E27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7E277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Сабақ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тың</w:t>
            </w:r>
            <w:r w:rsidRPr="007E277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тақырыбы</w:t>
            </w:r>
          </w:p>
          <w:p w:rsidR="00973614" w:rsidRPr="007E2773" w:rsidRDefault="00973614" w:rsidP="007E27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Т</w:t>
            </w:r>
            <w:r w:rsidRPr="007E277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ема урока </w:t>
            </w:r>
          </w:p>
        </w:tc>
        <w:tc>
          <w:tcPr>
            <w:tcW w:w="7371" w:type="dxa"/>
          </w:tcPr>
          <w:p w:rsidR="00973614" w:rsidRPr="007E2773" w:rsidRDefault="00973614" w:rsidP="0040237B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E2773">
              <w:rPr>
                <w:rFonts w:ascii="Times New Roman" w:hAnsi="Times New Roman"/>
                <w:sz w:val="24"/>
                <w:szCs w:val="24"/>
                <w:lang w:val="kk-KZ"/>
              </w:rPr>
              <w:t>Айзек Азимовтің «Мен роботпын» жинағынан үзінді</w:t>
            </w:r>
          </w:p>
        </w:tc>
      </w:tr>
      <w:tr w:rsidR="00973614" w:rsidRPr="007E2773" w:rsidTr="0040237B">
        <w:tc>
          <w:tcPr>
            <w:tcW w:w="3119" w:type="dxa"/>
          </w:tcPr>
          <w:p w:rsidR="00973614" w:rsidRPr="007E2773" w:rsidRDefault="00973614" w:rsidP="007E27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7E277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Сабақтың мақсаты </w:t>
            </w:r>
          </w:p>
          <w:p w:rsidR="00973614" w:rsidRPr="007E2773" w:rsidRDefault="00973614" w:rsidP="007E2773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7E2773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(қысқаша)</w:t>
            </w:r>
          </w:p>
          <w:p w:rsidR="00973614" w:rsidRPr="007E2773" w:rsidRDefault="00973614" w:rsidP="007E27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7E277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Цели обучения</w:t>
            </w:r>
          </w:p>
          <w:p w:rsidR="00973614" w:rsidRPr="007E2773" w:rsidRDefault="00973614" w:rsidP="007E2773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7E2773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(кратко)</w:t>
            </w:r>
          </w:p>
        </w:tc>
        <w:tc>
          <w:tcPr>
            <w:tcW w:w="7371" w:type="dxa"/>
          </w:tcPr>
          <w:p w:rsidR="00973614" w:rsidRPr="007E2773" w:rsidRDefault="00973614" w:rsidP="0040237B">
            <w:pPr>
              <w:pStyle w:val="TableParagraph"/>
              <w:ind w:left="0"/>
              <w:rPr>
                <w:sz w:val="24"/>
                <w:szCs w:val="24"/>
                <w:lang w:val="kk-KZ"/>
              </w:rPr>
            </w:pPr>
            <w:r w:rsidRPr="007E2773">
              <w:rPr>
                <w:b/>
                <w:sz w:val="24"/>
                <w:szCs w:val="24"/>
                <w:lang w:val="kk-KZ"/>
              </w:rPr>
              <w:t>9.1.5.1</w:t>
            </w:r>
            <w:r w:rsidRPr="007E2773">
              <w:rPr>
                <w:sz w:val="24"/>
                <w:szCs w:val="24"/>
                <w:lang w:val="kk-KZ"/>
              </w:rPr>
              <w:t xml:space="preserve"> Мәтіннің мақсатты аудиториясын, автордың негізгі ойы мен көзқарасын анықтау</w:t>
            </w:r>
          </w:p>
          <w:p w:rsidR="00973614" w:rsidRPr="007E2773" w:rsidRDefault="00973614" w:rsidP="0040237B">
            <w:pPr>
              <w:pStyle w:val="TableParagraph"/>
              <w:ind w:left="0"/>
              <w:rPr>
                <w:sz w:val="24"/>
                <w:szCs w:val="24"/>
                <w:lang w:val="kk-KZ"/>
              </w:rPr>
            </w:pPr>
            <w:r w:rsidRPr="007E2773">
              <w:rPr>
                <w:b/>
                <w:sz w:val="24"/>
                <w:szCs w:val="24"/>
                <w:lang w:val="kk-KZ"/>
              </w:rPr>
              <w:t>9.2.4.1</w:t>
            </w:r>
            <w:r w:rsidRPr="007E2773">
              <w:rPr>
                <w:sz w:val="24"/>
                <w:szCs w:val="24"/>
                <w:lang w:val="kk-KZ"/>
              </w:rPr>
              <w:t xml:space="preserve"> шығарманың идеясы мен мазмұнына байланысты «автордың ойын» бағалау</w:t>
            </w:r>
          </w:p>
        </w:tc>
      </w:tr>
      <w:tr w:rsidR="00973614" w:rsidRPr="007E2773" w:rsidTr="0040237B">
        <w:tc>
          <w:tcPr>
            <w:tcW w:w="3119" w:type="dxa"/>
          </w:tcPr>
          <w:p w:rsidR="00973614" w:rsidRPr="007E2773" w:rsidRDefault="00973614" w:rsidP="007E27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7E277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Оқушының А.Т.</w:t>
            </w:r>
          </w:p>
          <w:p w:rsidR="00973614" w:rsidRPr="007E2773" w:rsidRDefault="00973614" w:rsidP="007E2773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7E2773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(оқушы толтырады)</w:t>
            </w:r>
          </w:p>
          <w:p w:rsidR="00973614" w:rsidRPr="007E2773" w:rsidRDefault="00973614" w:rsidP="007E27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7E277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Ф.И. учащегося</w:t>
            </w:r>
          </w:p>
          <w:p w:rsidR="00973614" w:rsidRPr="007E2773" w:rsidRDefault="00973614" w:rsidP="007E2773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7E2773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(заполняется учеником)</w:t>
            </w:r>
          </w:p>
        </w:tc>
        <w:tc>
          <w:tcPr>
            <w:tcW w:w="7371" w:type="dxa"/>
          </w:tcPr>
          <w:p w:rsidR="00973614" w:rsidRPr="007E2773" w:rsidRDefault="00973614" w:rsidP="0040237B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</w:tbl>
    <w:p w:rsidR="00973614" w:rsidRDefault="00973614" w:rsidP="002F4494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10490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42"/>
        <w:gridCol w:w="6664"/>
        <w:gridCol w:w="1984"/>
      </w:tblGrid>
      <w:tr w:rsidR="00973614" w:rsidRPr="007E2773" w:rsidTr="0040237B">
        <w:tc>
          <w:tcPr>
            <w:tcW w:w="1842" w:type="dxa"/>
          </w:tcPr>
          <w:p w:rsidR="00973614" w:rsidRPr="007E2773" w:rsidRDefault="00973614" w:rsidP="007E27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7E277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Іс-әрекеттердің реті</w:t>
            </w:r>
          </w:p>
          <w:p w:rsidR="00973614" w:rsidRPr="007E2773" w:rsidRDefault="00973614" w:rsidP="007E27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  <w:p w:rsidR="00973614" w:rsidRPr="007E2773" w:rsidRDefault="00973614" w:rsidP="007E27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7E277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Порядок действий</w:t>
            </w:r>
          </w:p>
        </w:tc>
        <w:tc>
          <w:tcPr>
            <w:tcW w:w="6664" w:type="dxa"/>
          </w:tcPr>
          <w:p w:rsidR="00973614" w:rsidRPr="007E2773" w:rsidRDefault="00973614" w:rsidP="007E27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7E277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Ресурстар</w:t>
            </w:r>
          </w:p>
          <w:p w:rsidR="00973614" w:rsidRPr="007E2773" w:rsidRDefault="00973614" w:rsidP="007E2773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7E2773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(мұғаліммен толтырады)</w:t>
            </w:r>
          </w:p>
          <w:p w:rsidR="00973614" w:rsidRPr="007E2773" w:rsidRDefault="00973614" w:rsidP="007E2773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  <w:p w:rsidR="00973614" w:rsidRPr="007E2773" w:rsidRDefault="00973614" w:rsidP="007E27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7E277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Ресурсы</w:t>
            </w:r>
          </w:p>
          <w:p w:rsidR="00973614" w:rsidRPr="007E2773" w:rsidRDefault="00973614" w:rsidP="007E2773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7E2773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(заполняется учителем)</w:t>
            </w:r>
          </w:p>
        </w:tc>
        <w:tc>
          <w:tcPr>
            <w:tcW w:w="1984" w:type="dxa"/>
          </w:tcPr>
          <w:p w:rsidR="00973614" w:rsidRPr="007E2773" w:rsidRDefault="00973614" w:rsidP="007E27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7E277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Орындалуы</w:t>
            </w:r>
          </w:p>
          <w:p w:rsidR="00973614" w:rsidRPr="007E2773" w:rsidRDefault="00973614" w:rsidP="007E2773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  <w:u w:val="single"/>
                <w:lang w:val="kk-KZ"/>
              </w:rPr>
            </w:pPr>
            <w:r w:rsidRPr="007E2773">
              <w:rPr>
                <w:rFonts w:ascii="Times New Roman" w:hAnsi="Times New Roman"/>
                <w:i/>
                <w:sz w:val="24"/>
                <w:szCs w:val="24"/>
                <w:u w:val="single"/>
                <w:lang w:val="kk-KZ"/>
              </w:rPr>
              <w:t>(оқушымен толтырады)</w:t>
            </w:r>
          </w:p>
          <w:p w:rsidR="00973614" w:rsidRPr="007E2773" w:rsidRDefault="00973614" w:rsidP="007E27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7E277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Выполнение</w:t>
            </w:r>
          </w:p>
          <w:p w:rsidR="00973614" w:rsidRPr="007E2773" w:rsidRDefault="00973614" w:rsidP="007E2773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  <w:u w:val="single"/>
                <w:lang w:val="kk-KZ"/>
              </w:rPr>
            </w:pPr>
            <w:r w:rsidRPr="007E2773">
              <w:rPr>
                <w:rFonts w:ascii="Times New Roman" w:hAnsi="Times New Roman"/>
                <w:i/>
                <w:sz w:val="24"/>
                <w:szCs w:val="24"/>
                <w:u w:val="single"/>
                <w:lang w:val="kk-KZ"/>
              </w:rPr>
              <w:t>(заполняетсяучеником)</w:t>
            </w:r>
          </w:p>
        </w:tc>
      </w:tr>
      <w:tr w:rsidR="00973614" w:rsidRPr="007E2773" w:rsidTr="0040237B">
        <w:tc>
          <w:tcPr>
            <w:tcW w:w="1842" w:type="dxa"/>
          </w:tcPr>
          <w:p w:rsidR="00973614" w:rsidRPr="007E2773" w:rsidRDefault="00973614" w:rsidP="007E2773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7E277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Оқып біл</w:t>
            </w:r>
          </w:p>
          <w:p w:rsidR="00973614" w:rsidRPr="007E2773" w:rsidRDefault="00973614" w:rsidP="007E2773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7E277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Изучи </w:t>
            </w:r>
          </w:p>
        </w:tc>
        <w:tc>
          <w:tcPr>
            <w:tcW w:w="6664" w:type="dxa"/>
          </w:tcPr>
          <w:p w:rsidR="00973614" w:rsidRPr="007E2773" w:rsidRDefault="00973614" w:rsidP="007E2773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7E277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1.Жаңа сөздер:</w:t>
            </w:r>
          </w:p>
          <w:p w:rsidR="00973614" w:rsidRPr="007E2773" w:rsidRDefault="00973614" w:rsidP="007E277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E2773">
              <w:rPr>
                <w:rFonts w:ascii="Times New Roman" w:hAnsi="Times New Roman"/>
                <w:sz w:val="24"/>
                <w:szCs w:val="24"/>
                <w:lang w:val="kk-KZ"/>
              </w:rPr>
              <w:t>жалдамалы</w:t>
            </w:r>
            <w:r w:rsidRPr="007E27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E2773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</w:p>
          <w:p w:rsidR="00973614" w:rsidRPr="007E2773" w:rsidRDefault="00973614" w:rsidP="007E277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E2773">
              <w:rPr>
                <w:rFonts w:ascii="Times New Roman" w:hAnsi="Times New Roman"/>
                <w:sz w:val="24"/>
                <w:szCs w:val="24"/>
                <w:lang w:val="kk-KZ"/>
              </w:rPr>
              <w:t>әрекеттен</w:t>
            </w:r>
            <w:r w:rsidRPr="007E27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E2773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</w:p>
          <w:p w:rsidR="00973614" w:rsidRPr="007E2773" w:rsidRDefault="00973614" w:rsidP="007E277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2773">
              <w:rPr>
                <w:rFonts w:ascii="Times New Roman" w:hAnsi="Times New Roman"/>
                <w:sz w:val="24"/>
                <w:szCs w:val="24"/>
                <w:lang w:val="kk-KZ"/>
              </w:rPr>
              <w:t>үдемелі</w:t>
            </w:r>
            <w:r w:rsidRPr="007E2773">
              <w:rPr>
                <w:rFonts w:ascii="Times New Roman" w:hAnsi="Times New Roman"/>
                <w:sz w:val="24"/>
                <w:szCs w:val="24"/>
              </w:rPr>
              <w:t xml:space="preserve"> - </w:t>
            </w:r>
          </w:p>
          <w:p w:rsidR="00973614" w:rsidRPr="007E2773" w:rsidRDefault="00973614" w:rsidP="007E2773">
            <w:pPr>
              <w:pStyle w:val="ListParagraph"/>
              <w:spacing w:after="0" w:line="240" w:lineRule="auto"/>
              <w:ind w:left="144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973614" w:rsidRPr="007E2773" w:rsidRDefault="00973614" w:rsidP="007E2773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7E277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Азимов 1920 жылы 2 қаңтарда (құжаттарға сәйкес) Смоленск губерниясы Петровичи қаласында, РСФСР (қазіргі Смоленск облысы, Шумяч ауданы, Русково ауылдық округі) еврей отбасында дүниеге келді. Оның ата-анасы Анна-Рахил Ысқаққызы Берман  (Анна Рейчел Берман-Асимов, 1895-1973) және Азимов Юда Аронович (Иуда Асимов, 1896-1969) диірменшілер болған (басқа деректерге сүйенсек, бұтақтарға иелік еткен). Бұл марқұм анасының әкесі Исаак Берманның (1850-1901) есімімен аталған.</w:t>
            </w:r>
          </w:p>
          <w:p w:rsidR="00973614" w:rsidRPr="007E2773" w:rsidRDefault="00973614" w:rsidP="007E2773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7E277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Бала кезінде Азимов идиш және ағылшын тілдерінде сөйлейтін . Алғашқы жылдардағы көркем әдебиеттен ол негізінен Шолом Алейхэманың әңгімелерінде өсті. 1923 жылы оның ата-анасы оны Америка Құрама Штаттарына апарды («чемоданда», өзі айтқандай), олар Бруклинде қоныстанды және бірнеше жылдан кейін кондитерлік дүкен ашты .</w:t>
            </w:r>
          </w:p>
          <w:p w:rsidR="00973614" w:rsidRPr="007E2773" w:rsidRDefault="00973614" w:rsidP="007E2773">
            <w:pPr>
              <w:pStyle w:val="ListParagraph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E277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тапсырма. Автордың өмірбаяны негізінде класстер құру.</w:t>
            </w:r>
            <w:r w:rsidRPr="007E277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973614" w:rsidRPr="007E2773" w:rsidRDefault="00973614" w:rsidP="007E2773">
            <w:pPr>
              <w:pStyle w:val="ListParagraph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7E2773">
              <w:rPr>
                <w:rFonts w:ascii="Times New Roman" w:hAnsi="Times New Roman"/>
                <w:sz w:val="24"/>
                <w:szCs w:val="24"/>
                <w:lang w:val="kk-KZ"/>
              </w:rPr>
              <w:t>Тапсырма. Оқулықта 121-бет, 1-тапсырма</w:t>
            </w:r>
          </w:p>
          <w:p w:rsidR="00973614" w:rsidRPr="007E2773" w:rsidRDefault="00973614" w:rsidP="007E2773">
            <w:pPr>
              <w:pStyle w:val="ListParagraph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7E2773">
              <w:rPr>
                <w:rFonts w:ascii="Times New Roman" w:hAnsi="Times New Roman"/>
                <w:sz w:val="24"/>
                <w:szCs w:val="24"/>
                <w:lang w:val="kk-KZ"/>
              </w:rPr>
              <w:t>Тапсырма.  121 -бет, 3-тапсырма.</w:t>
            </w:r>
          </w:p>
          <w:p w:rsidR="00973614" w:rsidRPr="007E2773" w:rsidRDefault="00973614" w:rsidP="007E2773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  <w:p w:rsidR="00973614" w:rsidRPr="007E2773" w:rsidRDefault="00973614" w:rsidP="007E2773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7E277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2.Мәтінмен жұмыс: </w:t>
            </w:r>
            <w:hyperlink r:id="rId5" w:history="1">
              <w:r w:rsidRPr="007E2773">
                <w:rPr>
                  <w:rStyle w:val="Hyperlink"/>
                  <w:rFonts w:ascii="Times New Roman" w:hAnsi="Times New Roman"/>
                  <w:sz w:val="24"/>
                  <w:szCs w:val="24"/>
                  <w:lang w:val="kk-KZ"/>
                </w:rPr>
                <w:t>https://www.litres.ru/ayzek-azimov/ya-robot/chitat-onlayn/</w:t>
              </w:r>
            </w:hyperlink>
          </w:p>
          <w:p w:rsidR="00973614" w:rsidRPr="007E2773" w:rsidRDefault="00973614" w:rsidP="007E277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hyperlink r:id="rId6" w:history="1">
              <w:r w:rsidRPr="007E2773">
                <w:rPr>
                  <w:rStyle w:val="Hyperlink"/>
                  <w:rFonts w:ascii="Times New Roman" w:hAnsi="Times New Roman"/>
                  <w:sz w:val="24"/>
                  <w:szCs w:val="24"/>
                  <w:lang w:val="kk-KZ"/>
                </w:rPr>
                <w:t>https://bilimland.kz/ru/subject/kazah-tili/9-synyp/ajzek-azimov-men-robotpyn?mid=752aa870-263a-11ea-8ad4-a559a83a5dfb</w:t>
              </w:r>
            </w:hyperlink>
          </w:p>
        </w:tc>
        <w:tc>
          <w:tcPr>
            <w:tcW w:w="1984" w:type="dxa"/>
          </w:tcPr>
          <w:p w:rsidR="00973614" w:rsidRPr="007E2773" w:rsidRDefault="00973614" w:rsidP="007E277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973614" w:rsidRPr="007E2773" w:rsidTr="0040237B">
        <w:tc>
          <w:tcPr>
            <w:tcW w:w="1842" w:type="dxa"/>
          </w:tcPr>
          <w:p w:rsidR="00973614" w:rsidRPr="007E2773" w:rsidRDefault="00973614" w:rsidP="007E2773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7E277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Жауап бер</w:t>
            </w:r>
          </w:p>
          <w:p w:rsidR="00973614" w:rsidRPr="007E2773" w:rsidRDefault="00973614" w:rsidP="007E2773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7E277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Ответь </w:t>
            </w:r>
          </w:p>
        </w:tc>
        <w:tc>
          <w:tcPr>
            <w:tcW w:w="6664" w:type="dxa"/>
          </w:tcPr>
          <w:p w:rsidR="00973614" w:rsidRPr="007E2773" w:rsidRDefault="00973614" w:rsidP="007E277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E2773">
              <w:rPr>
                <w:rFonts w:ascii="Times New Roman" w:hAnsi="Times New Roman"/>
                <w:sz w:val="24"/>
                <w:szCs w:val="24"/>
                <w:lang w:val="kk-KZ"/>
              </w:rPr>
              <w:t>Саған фантастикалық шығармалар ұнай ма?</w:t>
            </w:r>
          </w:p>
          <w:p w:rsidR="00973614" w:rsidRPr="007E2773" w:rsidRDefault="00973614" w:rsidP="007E277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E2773">
              <w:rPr>
                <w:rFonts w:ascii="Times New Roman" w:hAnsi="Times New Roman"/>
                <w:sz w:val="24"/>
                <w:szCs w:val="24"/>
                <w:lang w:val="kk-KZ"/>
              </w:rPr>
              <w:t>Қандай фантастикалық шығармаларды оқыдың?</w:t>
            </w:r>
          </w:p>
          <w:p w:rsidR="00973614" w:rsidRPr="007E2773" w:rsidRDefault="00973614" w:rsidP="007E277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E2773">
              <w:rPr>
                <w:rFonts w:ascii="Times New Roman" w:hAnsi="Times New Roman"/>
                <w:sz w:val="24"/>
                <w:szCs w:val="24"/>
                <w:lang w:val="kk-KZ"/>
              </w:rPr>
              <w:t>Фантастика тақырбына жазтын қандай жазушыларды білесің?</w:t>
            </w:r>
          </w:p>
          <w:p w:rsidR="00973614" w:rsidRPr="007E2773" w:rsidRDefault="00973614" w:rsidP="007E277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E2773">
              <w:rPr>
                <w:rFonts w:ascii="Times New Roman" w:hAnsi="Times New Roman"/>
                <w:sz w:val="24"/>
                <w:szCs w:val="24"/>
                <w:lang w:val="kk-KZ"/>
              </w:rPr>
              <w:t>Қандай фантастикалық кино көрдің?</w:t>
            </w:r>
          </w:p>
          <w:p w:rsidR="00973614" w:rsidRPr="007E2773" w:rsidRDefault="00973614" w:rsidP="007E277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E2773">
              <w:rPr>
                <w:rFonts w:ascii="Times New Roman" w:hAnsi="Times New Roman"/>
                <w:sz w:val="24"/>
                <w:szCs w:val="24"/>
                <w:lang w:val="kk-KZ"/>
              </w:rPr>
              <w:t>Фантастикалық жайттар өмірде шынайы болуы мүмкін бе?</w:t>
            </w:r>
          </w:p>
        </w:tc>
        <w:tc>
          <w:tcPr>
            <w:tcW w:w="1984" w:type="dxa"/>
          </w:tcPr>
          <w:p w:rsidR="00973614" w:rsidRPr="007E2773" w:rsidRDefault="00973614" w:rsidP="007E277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973614" w:rsidRPr="007E2773" w:rsidTr="0040237B">
        <w:tc>
          <w:tcPr>
            <w:tcW w:w="1842" w:type="dxa"/>
          </w:tcPr>
          <w:p w:rsidR="00973614" w:rsidRPr="007E2773" w:rsidRDefault="00973614" w:rsidP="007E2773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7E277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Орында</w:t>
            </w:r>
          </w:p>
          <w:p w:rsidR="00973614" w:rsidRPr="007E2773" w:rsidRDefault="00973614" w:rsidP="007E2773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7E277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Выполни  </w:t>
            </w:r>
          </w:p>
        </w:tc>
        <w:tc>
          <w:tcPr>
            <w:tcW w:w="6664" w:type="dxa"/>
          </w:tcPr>
          <w:p w:rsidR="00973614" w:rsidRPr="007E2773" w:rsidRDefault="00973614" w:rsidP="007E277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E2773">
              <w:rPr>
                <w:rFonts w:ascii="Times New Roman" w:hAnsi="Times New Roman"/>
                <w:sz w:val="24"/>
                <w:szCs w:val="24"/>
                <w:lang w:val="kk-KZ"/>
              </w:rPr>
              <w:t>Оқулық:</w:t>
            </w:r>
          </w:p>
          <w:p w:rsidR="00973614" w:rsidRPr="007E2773" w:rsidRDefault="00973614" w:rsidP="007E277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E2773">
              <w:rPr>
                <w:rFonts w:ascii="Times New Roman" w:hAnsi="Times New Roman"/>
                <w:sz w:val="24"/>
                <w:szCs w:val="24"/>
                <w:lang w:val="kk-KZ"/>
              </w:rPr>
              <w:t>122-бет, 5-тапсырма.</w:t>
            </w:r>
          </w:p>
          <w:p w:rsidR="00973614" w:rsidRPr="007E2773" w:rsidRDefault="00973614" w:rsidP="007E277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E2773">
              <w:rPr>
                <w:rFonts w:ascii="Times New Roman" w:hAnsi="Times New Roman"/>
                <w:sz w:val="24"/>
                <w:szCs w:val="24"/>
                <w:lang w:val="kk-KZ"/>
              </w:rPr>
              <w:t>122-бет, 6 - тапсырманы орында</w:t>
            </w:r>
          </w:p>
        </w:tc>
        <w:tc>
          <w:tcPr>
            <w:tcW w:w="1984" w:type="dxa"/>
          </w:tcPr>
          <w:p w:rsidR="00973614" w:rsidRPr="007E2773" w:rsidRDefault="00973614" w:rsidP="007E277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973614" w:rsidRPr="007E2773" w:rsidTr="0040237B">
        <w:tc>
          <w:tcPr>
            <w:tcW w:w="1842" w:type="dxa"/>
          </w:tcPr>
          <w:p w:rsidR="00973614" w:rsidRPr="007E2773" w:rsidRDefault="00973614" w:rsidP="007E2773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7E277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Рефлексия </w:t>
            </w:r>
          </w:p>
        </w:tc>
        <w:tc>
          <w:tcPr>
            <w:tcW w:w="6664" w:type="dxa"/>
          </w:tcPr>
          <w:tbl>
            <w:tblPr>
              <w:tblW w:w="1049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10490"/>
            </w:tblGrid>
            <w:tr w:rsidR="00973614" w:rsidRPr="007E2773" w:rsidTr="0040237B">
              <w:trPr>
                <w:trHeight w:val="1005"/>
              </w:trPr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73614" w:rsidRPr="007E2773" w:rsidRDefault="00973614" w:rsidP="007E2773">
                  <w:pPr>
                    <w:spacing w:after="0"/>
                    <w:jc w:val="both"/>
                    <w:rPr>
                      <w:rFonts w:ascii="Times New Roman" w:hAnsi="Times New Roman"/>
                      <w:i/>
                      <w:sz w:val="24"/>
                      <w:szCs w:val="24"/>
                      <w:u w:val="single"/>
                      <w:lang w:val="kk-KZ"/>
                    </w:rPr>
                  </w:pPr>
                  <w:r w:rsidRPr="007E2773">
                    <w:rPr>
                      <w:rFonts w:ascii="Times New Roman" w:hAnsi="Times New Roman"/>
                      <w:i/>
                      <w:sz w:val="24"/>
                      <w:szCs w:val="24"/>
                      <w:u w:val="single"/>
                      <w:lang w:val="kk-KZ"/>
                    </w:rPr>
                    <w:t>Енді мен не білемін?</w:t>
                  </w:r>
                </w:p>
                <w:p w:rsidR="00973614" w:rsidRPr="007E2773" w:rsidRDefault="00973614" w:rsidP="007E2773">
                  <w:pPr>
                    <w:spacing w:after="0"/>
                    <w:jc w:val="both"/>
                    <w:rPr>
                      <w:rFonts w:ascii="Times New Roman" w:hAnsi="Times New Roman"/>
                      <w:i/>
                      <w:sz w:val="24"/>
                      <w:szCs w:val="24"/>
                      <w:u w:val="single"/>
                      <w:lang w:val="kk-KZ"/>
                    </w:rPr>
                  </w:pPr>
                </w:p>
              </w:tc>
            </w:tr>
            <w:tr w:rsidR="00973614" w:rsidRPr="007E2773" w:rsidTr="0040237B">
              <w:trPr>
                <w:trHeight w:val="915"/>
              </w:trPr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73614" w:rsidRPr="007E2773" w:rsidRDefault="00973614" w:rsidP="007E2773">
                  <w:pPr>
                    <w:spacing w:after="0"/>
                    <w:jc w:val="both"/>
                    <w:rPr>
                      <w:rFonts w:ascii="Times New Roman" w:hAnsi="Times New Roman"/>
                      <w:i/>
                      <w:sz w:val="24"/>
                      <w:szCs w:val="24"/>
                      <w:u w:val="single"/>
                      <w:lang w:val="kk-KZ"/>
                    </w:rPr>
                  </w:pPr>
                  <w:r w:rsidRPr="007E2773">
                    <w:rPr>
                      <w:rFonts w:ascii="Times New Roman" w:hAnsi="Times New Roman"/>
                      <w:i/>
                      <w:sz w:val="24"/>
                      <w:szCs w:val="24"/>
                      <w:u w:val="single"/>
                      <w:lang w:val="kk-KZ"/>
                    </w:rPr>
                    <w:t>Енді мен орындай аламын</w:t>
                  </w:r>
                </w:p>
                <w:p w:rsidR="00973614" w:rsidRPr="007E2773" w:rsidRDefault="00973614" w:rsidP="007E2773">
                  <w:pPr>
                    <w:spacing w:after="0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</w:pPr>
                  <w:r w:rsidRPr="007E2773"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>-</w:t>
                  </w:r>
                </w:p>
                <w:p w:rsidR="00973614" w:rsidRPr="007E2773" w:rsidRDefault="00973614" w:rsidP="007E2773">
                  <w:pPr>
                    <w:spacing w:after="0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</w:pPr>
                  <w:r w:rsidRPr="007E2773"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 xml:space="preserve">- </w:t>
                  </w:r>
                </w:p>
              </w:tc>
            </w:tr>
          </w:tbl>
          <w:p w:rsidR="00973614" w:rsidRPr="007E2773" w:rsidRDefault="00973614" w:rsidP="007E277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</w:tcPr>
          <w:p w:rsidR="00973614" w:rsidRPr="007E2773" w:rsidRDefault="00973614" w:rsidP="007E277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</w:tbl>
    <w:p w:rsidR="00973614" w:rsidRDefault="00973614" w:rsidP="002F4494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10490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828"/>
        <w:gridCol w:w="6662"/>
      </w:tblGrid>
      <w:tr w:rsidR="00973614" w:rsidRPr="007E2773" w:rsidTr="0040237B">
        <w:trPr>
          <w:trHeight w:val="1932"/>
        </w:trPr>
        <w:tc>
          <w:tcPr>
            <w:tcW w:w="3828" w:type="dxa"/>
          </w:tcPr>
          <w:p w:rsidR="00973614" w:rsidRPr="007E2773" w:rsidRDefault="00973614" w:rsidP="0040237B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7E277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Мұғалімнен кері байланыс</w:t>
            </w:r>
          </w:p>
          <w:p w:rsidR="00973614" w:rsidRPr="007E2773" w:rsidRDefault="00973614" w:rsidP="0040237B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7E2773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(ауызша баға және / немесе комментарий)</w:t>
            </w:r>
          </w:p>
          <w:p w:rsidR="00973614" w:rsidRPr="007E2773" w:rsidRDefault="00973614" w:rsidP="0040237B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7E277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Обратная связь от учителя</w:t>
            </w:r>
          </w:p>
          <w:p w:rsidR="00973614" w:rsidRPr="007E2773" w:rsidRDefault="00973614" w:rsidP="0040237B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7E2773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(словесная оценка и / или комментарии)</w:t>
            </w:r>
          </w:p>
        </w:tc>
        <w:tc>
          <w:tcPr>
            <w:tcW w:w="6662" w:type="dxa"/>
          </w:tcPr>
          <w:p w:rsidR="00973614" w:rsidRPr="007E2773" w:rsidRDefault="00973614" w:rsidP="0040237B">
            <w:pPr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  <w:lang w:val="kk-KZ"/>
              </w:rPr>
            </w:pPr>
            <w:r w:rsidRPr="007E2773"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kk-KZ"/>
              </w:rPr>
              <w:t>Үйге тап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kk-KZ"/>
              </w:rPr>
              <w:t>с</w:t>
            </w:r>
            <w:r w:rsidRPr="007E2773"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kk-KZ"/>
              </w:rPr>
              <w:t>ырма:</w:t>
            </w:r>
            <w:r w:rsidRPr="007E2773">
              <w:rPr>
                <w:rFonts w:ascii="Times New Roman" w:hAnsi="Times New Roman"/>
                <w:i/>
                <w:sz w:val="24"/>
                <w:szCs w:val="24"/>
                <w:u w:val="single"/>
                <w:lang w:val="kk-KZ"/>
              </w:rPr>
              <w:t xml:space="preserve"> «Маған ұнаған фантастикалық фильм» шағын эссе </w:t>
            </w:r>
            <w:bookmarkStart w:id="0" w:name="_GoBack"/>
            <w:bookmarkEnd w:id="0"/>
            <w:r w:rsidRPr="007E2773">
              <w:rPr>
                <w:rFonts w:ascii="Times New Roman" w:hAnsi="Times New Roman"/>
                <w:i/>
                <w:sz w:val="24"/>
                <w:szCs w:val="24"/>
                <w:u w:val="single"/>
                <w:lang w:val="kk-KZ"/>
              </w:rPr>
              <w:t>жазу</w:t>
            </w:r>
          </w:p>
        </w:tc>
      </w:tr>
    </w:tbl>
    <w:p w:rsidR="00973614" w:rsidRPr="0078643A" w:rsidRDefault="00973614" w:rsidP="002F4494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:rsidR="00973614" w:rsidRPr="002F4494" w:rsidRDefault="00973614">
      <w:pPr>
        <w:rPr>
          <w:lang w:val="kk-KZ"/>
        </w:rPr>
      </w:pPr>
    </w:p>
    <w:sectPr w:rsidR="00973614" w:rsidRPr="002F4494" w:rsidSect="00917C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653D42"/>
    <w:multiLevelType w:val="hybridMultilevel"/>
    <w:tmpl w:val="69C2B9D2"/>
    <w:lvl w:ilvl="0" w:tplc="070CCFAA">
      <w:start w:val="1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866301"/>
    <w:multiLevelType w:val="hybridMultilevel"/>
    <w:tmpl w:val="EB92C4D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9C70362"/>
    <w:multiLevelType w:val="hybridMultilevel"/>
    <w:tmpl w:val="10F4A680"/>
    <w:lvl w:ilvl="0" w:tplc="E3AC0200">
      <w:start w:val="1"/>
      <w:numFmt w:val="decimal"/>
      <w:lvlText w:val="%1-"/>
      <w:lvlJc w:val="left"/>
      <w:pPr>
        <w:ind w:left="735" w:hanging="375"/>
      </w:pPr>
      <w:rPr>
        <w:rFonts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9CE2ECD"/>
    <w:multiLevelType w:val="hybridMultilevel"/>
    <w:tmpl w:val="9160B6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1483E"/>
    <w:rsid w:val="001D1D32"/>
    <w:rsid w:val="002F4494"/>
    <w:rsid w:val="0040237B"/>
    <w:rsid w:val="005C7488"/>
    <w:rsid w:val="00640C91"/>
    <w:rsid w:val="0068290E"/>
    <w:rsid w:val="0078643A"/>
    <w:rsid w:val="007E2773"/>
    <w:rsid w:val="00917C80"/>
    <w:rsid w:val="009718E3"/>
    <w:rsid w:val="00973614"/>
    <w:rsid w:val="00AA625A"/>
    <w:rsid w:val="00DF579E"/>
    <w:rsid w:val="00E1483E"/>
    <w:rsid w:val="00F843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4494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2F449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Normal"/>
    <w:uiPriority w:val="99"/>
    <w:rsid w:val="002F4494"/>
    <w:pPr>
      <w:widowControl w:val="0"/>
      <w:autoSpaceDE w:val="0"/>
      <w:autoSpaceDN w:val="0"/>
      <w:spacing w:after="0" w:line="240" w:lineRule="auto"/>
      <w:ind w:left="117"/>
    </w:pPr>
    <w:rPr>
      <w:rFonts w:ascii="Times New Roman" w:eastAsia="Times New Roman" w:hAnsi="Times New Roman"/>
      <w:lang w:val="en-US"/>
    </w:rPr>
  </w:style>
  <w:style w:type="paragraph" w:styleId="ListParagraph">
    <w:name w:val="List Paragraph"/>
    <w:basedOn w:val="Normal"/>
    <w:uiPriority w:val="99"/>
    <w:qFormat/>
    <w:rsid w:val="002F4494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rsid w:val="005C7488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201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ilimland.kz/ru/subject/kazah-tili/9-synyp/ajzek-azimov-men-robotpyn?mid=752aa870-263a-11ea-8ad4-a559a83a5dfb" TargetMode="External"/><Relationship Id="rId5" Type="http://schemas.openxmlformats.org/officeDocument/2006/relationships/hyperlink" Target="https://www.litres.ru/ayzek-azimov/ya-robot/chitat-onlayn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50</TotalTime>
  <Pages>2</Pages>
  <Words>419</Words>
  <Characters>2392</Characters>
  <Application>Microsoft Office Outlook</Application>
  <DocSecurity>0</DocSecurity>
  <Lines>0</Lines>
  <Paragraphs>0</Paragraphs>
  <ScaleCrop>false</ScaleCrop>
  <Company>HP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user</cp:lastModifiedBy>
  <cp:revision>6</cp:revision>
  <dcterms:created xsi:type="dcterms:W3CDTF">2020-04-03T16:12:00Z</dcterms:created>
  <dcterms:modified xsi:type="dcterms:W3CDTF">2020-05-14T08:57:00Z</dcterms:modified>
</cp:coreProperties>
</file>